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DC99A" w14:textId="26117D05" w:rsidR="0019027A" w:rsidRDefault="009348E2" w:rsidP="009348E2">
      <w:pPr>
        <w:rPr>
          <w:lang w:eastAsia="cs-CZ"/>
        </w:rPr>
      </w:pPr>
      <w:r w:rsidRPr="00B62A54">
        <w:rPr>
          <w:lang w:eastAsia="cs-CZ"/>
        </w:rPr>
        <w:t xml:space="preserve">Příloha č. </w:t>
      </w:r>
      <w:r w:rsidR="003610A8">
        <w:rPr>
          <w:lang w:eastAsia="cs-CZ"/>
        </w:rPr>
        <w:t>4</w:t>
      </w:r>
      <w:r w:rsidR="00977055" w:rsidRPr="00B62A54">
        <w:rPr>
          <w:lang w:eastAsia="cs-CZ"/>
        </w:rPr>
        <w:t xml:space="preserve"> Výzvy</w:t>
      </w:r>
    </w:p>
    <w:p w14:paraId="1D5DB9DD" w14:textId="0F01F6A1" w:rsidR="002D302B" w:rsidRPr="002D302B" w:rsidRDefault="002D302B" w:rsidP="002D302B">
      <w:pPr>
        <w:jc w:val="center"/>
        <w:rPr>
          <w:b/>
          <w:bCs/>
          <w:lang w:eastAsia="cs-CZ"/>
        </w:rPr>
      </w:pPr>
      <w:r w:rsidRPr="002D302B">
        <w:rPr>
          <w:b/>
          <w:bCs/>
          <w:lang w:eastAsia="cs-CZ"/>
        </w:rPr>
        <w:t xml:space="preserve">Metodická podpora při zavedení </w:t>
      </w:r>
      <w:proofErr w:type="spellStart"/>
      <w:r w:rsidRPr="002D302B">
        <w:rPr>
          <w:b/>
          <w:bCs/>
          <w:lang w:eastAsia="cs-CZ"/>
        </w:rPr>
        <w:t>eSSL</w:t>
      </w:r>
      <w:proofErr w:type="spellEnd"/>
    </w:p>
    <w:p w14:paraId="42A3C0A5" w14:textId="2A74A75E" w:rsidR="009348E2" w:rsidRPr="00A07A54" w:rsidRDefault="0019027A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>Ž</w:t>
      </w:r>
      <w:r w:rsidR="00763F37" w:rsidRPr="00763F37">
        <w:rPr>
          <w:rFonts w:asciiTheme="minorHAnsi" w:eastAsia="Times New Roman" w:hAnsiTheme="minorHAnsi"/>
        </w:rPr>
        <w:t>ivotopis člena realizačního týmu</w:t>
      </w:r>
    </w:p>
    <w:p w14:paraId="1DFB8285" w14:textId="77777777" w:rsidR="004F79AD" w:rsidRDefault="004F79AD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4B360C7D" w14:textId="77777777" w:rsidR="009118E8" w:rsidRPr="006F22D0" w:rsidRDefault="009118E8" w:rsidP="009118E8">
      <w:pPr>
        <w:spacing w:after="160" w:line="259" w:lineRule="auto"/>
        <w:jc w:val="both"/>
        <w:rPr>
          <w:rFonts w:ascii="Verdana" w:eastAsia="Calibri" w:hAnsi="Verdana" w:cs="Times New Roman"/>
          <w:kern w:val="2"/>
          <w14:ligatures w14:val="standardContextual"/>
        </w:rPr>
      </w:pPr>
      <w:r>
        <w:rPr>
          <w:rFonts w:ascii="Verdana" w:eastAsia="Calibri" w:hAnsi="Verdana" w:cs="Times New Roman"/>
          <w:kern w:val="2"/>
          <w14:ligatures w14:val="standardContextual"/>
        </w:rPr>
        <w:t>Obecné p</w:t>
      </w:r>
      <w:r w:rsidRPr="006F22D0">
        <w:rPr>
          <w:rFonts w:ascii="Verdana" w:eastAsia="Calibri" w:hAnsi="Verdana" w:cs="Times New Roman"/>
          <w:kern w:val="2"/>
          <w14:ligatures w14:val="standardContextual"/>
        </w:rPr>
        <w:t>okyny k vyplnění formuláře:</w:t>
      </w:r>
    </w:p>
    <w:p w14:paraId="738A034E" w14:textId="77777777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 xml:space="preserve">Dodavatel je </w:t>
      </w:r>
      <w:r w:rsidRPr="006F22D0">
        <w:rPr>
          <w:rFonts w:ascii="Verdana" w:eastAsia="Calibri" w:hAnsi="Verdana" w:cs="Times New Roman"/>
          <w:b/>
          <w:bCs/>
        </w:rPr>
        <w:t>povinen doplnit všechny údaje požadované ve formulář</w:t>
      </w:r>
      <w:r>
        <w:rPr>
          <w:rFonts w:ascii="Verdana" w:eastAsia="Calibri" w:hAnsi="Verdana" w:cs="Times New Roman"/>
          <w:b/>
          <w:bCs/>
        </w:rPr>
        <w:t>i</w:t>
      </w:r>
      <w:r w:rsidRPr="006F22D0">
        <w:rPr>
          <w:rFonts w:ascii="Verdana" w:eastAsia="Calibri" w:hAnsi="Verdana" w:cs="Times New Roman"/>
        </w:rPr>
        <w:t>.</w:t>
      </w:r>
    </w:p>
    <w:p w14:paraId="10ADB6C2" w14:textId="37CE3F0D" w:rsidR="009118E8" w:rsidRP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V případě </w:t>
      </w:r>
      <w:r w:rsidR="006344AF">
        <w:rPr>
          <w:rFonts w:ascii="Verdana" w:eastAsia="Calibri" w:hAnsi="Verdana" w:cs="Times New Roman"/>
        </w:rPr>
        <w:t xml:space="preserve">potřeby </w:t>
      </w:r>
      <w:r>
        <w:rPr>
          <w:rFonts w:ascii="Verdana" w:eastAsia="Calibri" w:hAnsi="Verdana" w:cs="Times New Roman"/>
        </w:rPr>
        <w:t xml:space="preserve">je </w:t>
      </w:r>
      <w:r w:rsidRPr="009118E8">
        <w:rPr>
          <w:rFonts w:ascii="Verdana" w:eastAsia="Calibri" w:hAnsi="Verdana" w:cs="Times New Roman"/>
        </w:rPr>
        <w:t xml:space="preserve">dodavatel oprávněn </w:t>
      </w:r>
      <w:r w:rsidR="006344AF">
        <w:rPr>
          <w:rFonts w:ascii="Verdana" w:eastAsia="Calibri" w:hAnsi="Verdana" w:cs="Times New Roman"/>
        </w:rPr>
        <w:t xml:space="preserve">připojit další </w:t>
      </w:r>
      <w:r w:rsidRPr="009118E8">
        <w:rPr>
          <w:rFonts w:ascii="Verdana" w:eastAsia="Calibri" w:hAnsi="Verdana" w:cs="Times New Roman"/>
        </w:rPr>
        <w:t>tabulky a pole k doplnění.</w:t>
      </w:r>
    </w:p>
    <w:p w14:paraId="7348E7D9" w14:textId="77777777" w:rsidR="009118E8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6F22D0">
        <w:rPr>
          <w:rFonts w:ascii="Verdana" w:eastAsia="Calibri" w:hAnsi="Verdana" w:cs="Times New Roman"/>
        </w:rPr>
        <w:t>V případě, že se některý údaj určený ve formuláři k doplnění na dodavatele nevztahuje, musí u něj dodavatel uvést „Netýká se“, se stručným vysvětlením důvodu.</w:t>
      </w:r>
    </w:p>
    <w:p w14:paraId="4EF35296" w14:textId="0B8DB238" w:rsidR="009118E8" w:rsidRPr="007C3CDF" w:rsidRDefault="009608C8" w:rsidP="007C3CDF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9608C8">
        <w:rPr>
          <w:rFonts w:ascii="Verdana" w:eastAsia="Calibri" w:hAnsi="Verdana" w:cs="Times New Roman"/>
        </w:rPr>
        <w:t>Tam, kde ponechává formulář dodavateli na volbě mezi několika možnými alternativami, zvolí dodavatel vždy pouze jednu z nich a ostatní z formuláře odstraní.</w:t>
      </w:r>
    </w:p>
    <w:p w14:paraId="67B42DEA" w14:textId="71F2E6C4" w:rsidR="009118E8" w:rsidRPr="006F22D0" w:rsidRDefault="009118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Některé i</w:t>
      </w:r>
      <w:r w:rsidRPr="006F22D0">
        <w:rPr>
          <w:rFonts w:ascii="Verdana" w:eastAsia="Calibri" w:hAnsi="Verdana" w:cs="Times New Roman"/>
        </w:rPr>
        <w:t>nformace obsažené ve formulář</w:t>
      </w:r>
      <w:r>
        <w:rPr>
          <w:rFonts w:ascii="Verdana" w:eastAsia="Calibri" w:hAnsi="Verdana" w:cs="Times New Roman"/>
        </w:rPr>
        <w:t>i</w:t>
      </w:r>
      <w:r w:rsidRPr="006F22D0">
        <w:rPr>
          <w:rFonts w:ascii="Verdana" w:eastAsia="Calibri" w:hAnsi="Verdana" w:cs="Times New Roman"/>
        </w:rPr>
        <w:t xml:space="preserve"> budou předmětem </w:t>
      </w:r>
      <w:r>
        <w:rPr>
          <w:rFonts w:ascii="Verdana" w:eastAsia="Calibri" w:hAnsi="Verdana" w:cs="Times New Roman"/>
        </w:rPr>
        <w:t>hodnocení</w:t>
      </w:r>
      <w:r w:rsidRPr="006F22D0">
        <w:rPr>
          <w:rFonts w:ascii="Verdana" w:eastAsia="Calibri" w:hAnsi="Verdana" w:cs="Times New Roman"/>
        </w:rPr>
        <w:t>. Za přesnost vyplnění formuláře, jeho úplnost a kompletnost odpovídá dodavatel.</w:t>
      </w:r>
    </w:p>
    <w:p w14:paraId="507FF082" w14:textId="48FF8CE8" w:rsidR="004206BF" w:rsidRDefault="00DD57E8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Absence </w:t>
      </w:r>
      <w:r w:rsidR="009118E8" w:rsidRPr="006F22D0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nebo nepravdivé </w:t>
      </w:r>
      <w:r w:rsidRPr="00DD57E8">
        <w:rPr>
          <w:rFonts w:ascii="Verdana" w:eastAsia="Calibri" w:hAnsi="Verdana" w:cs="Times New Roman"/>
        </w:rPr>
        <w:t xml:space="preserve">vyplnění údajů </w:t>
      </w:r>
      <w:r>
        <w:rPr>
          <w:rFonts w:ascii="Verdana" w:eastAsia="Calibri" w:hAnsi="Verdana" w:cs="Times New Roman"/>
        </w:rPr>
        <w:t xml:space="preserve">může mít </w:t>
      </w:r>
      <w:r w:rsidR="009118E8" w:rsidRPr="006F22D0">
        <w:rPr>
          <w:rFonts w:ascii="Verdana" w:eastAsia="Calibri" w:hAnsi="Verdana" w:cs="Times New Roman"/>
        </w:rPr>
        <w:t xml:space="preserve">podle okolností za následek vyloučení </w:t>
      </w:r>
      <w:r w:rsidR="009118E8">
        <w:rPr>
          <w:rFonts w:ascii="Verdana" w:eastAsia="Calibri" w:hAnsi="Verdana" w:cs="Times New Roman"/>
        </w:rPr>
        <w:t>dodavatele</w:t>
      </w:r>
      <w:r w:rsidR="009118E8" w:rsidRPr="006F22D0">
        <w:rPr>
          <w:rFonts w:ascii="Verdana" w:eastAsia="Calibri" w:hAnsi="Verdana" w:cs="Times New Roman"/>
        </w:rPr>
        <w:t xml:space="preserve"> z účasti v</w:t>
      </w:r>
      <w:r w:rsidR="009118E8">
        <w:rPr>
          <w:rFonts w:ascii="Verdana" w:eastAsia="Calibri" w:hAnsi="Verdana" w:cs="Times New Roman"/>
        </w:rPr>
        <w:t>e výběrovém řízení</w:t>
      </w:r>
      <w:r w:rsidR="009118E8" w:rsidRPr="006F22D0">
        <w:rPr>
          <w:rFonts w:ascii="Verdana" w:eastAsia="Calibri" w:hAnsi="Verdana" w:cs="Times New Roman"/>
        </w:rPr>
        <w:t>.</w:t>
      </w:r>
    </w:p>
    <w:p w14:paraId="0E215B87" w14:textId="145CEF1C" w:rsidR="007C3CDF" w:rsidRPr="00614C03" w:rsidRDefault="007C3CDF" w:rsidP="002D2259">
      <w:pPr>
        <w:numPr>
          <w:ilvl w:val="0"/>
          <w:numId w:val="45"/>
        </w:numPr>
        <w:spacing w:after="120" w:line="276" w:lineRule="auto"/>
        <w:ind w:left="567" w:hanging="567"/>
        <w:contextualSpacing/>
        <w:jc w:val="both"/>
        <w:rPr>
          <w:rFonts w:ascii="Verdana" w:eastAsia="Calibri" w:hAnsi="Verdana" w:cs="Times New Roman"/>
        </w:rPr>
      </w:pPr>
      <w:r w:rsidRPr="007C3CDF">
        <w:rPr>
          <w:rFonts w:ascii="Verdana" w:eastAsia="Calibri" w:hAnsi="Verdana" w:cs="Times New Roman"/>
        </w:rPr>
        <w:t>Dodavatel odstraní z formuláře všechny instrukce pro vyplnění.</w:t>
      </w:r>
    </w:p>
    <w:p w14:paraId="7E90867F" w14:textId="77777777" w:rsidR="004206BF" w:rsidRDefault="004206BF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2185AE6B" w14:textId="2659D2A7" w:rsidR="0024605B" w:rsidRPr="00FE5D92" w:rsidRDefault="0024605B" w:rsidP="00FE5D92">
      <w:pPr>
        <w:pStyle w:val="Nadpis2"/>
        <w:rPr>
          <w:sz w:val="22"/>
          <w:szCs w:val="22"/>
        </w:rPr>
      </w:pPr>
      <w:r w:rsidRPr="00FE5D92">
        <w:rPr>
          <w:sz w:val="22"/>
          <w:szCs w:val="22"/>
        </w:rPr>
        <w:t xml:space="preserve">Pozice: </w:t>
      </w:r>
      <w:r w:rsidRPr="00FE5D92">
        <w:rPr>
          <w:sz w:val="22"/>
          <w:szCs w:val="22"/>
          <w:u w:val="single"/>
        </w:rPr>
        <w:t>Specialista vzdělávání v oblasti spisové služby a správy dokumentů</w:t>
      </w:r>
    </w:p>
    <w:p w14:paraId="2080F7AB" w14:textId="156EB969" w:rsidR="0024605B" w:rsidRDefault="0024605B" w:rsidP="0024605B">
      <w:pPr>
        <w:pStyle w:val="Nadpis3"/>
        <w:rPr>
          <w:b/>
          <w:bCs/>
        </w:rPr>
      </w:pPr>
      <w:r w:rsidRPr="004F79AD">
        <w:t>Příjmení</w:t>
      </w:r>
      <w:r>
        <w:t xml:space="preserve"> (titul)</w:t>
      </w:r>
      <w:r w:rsidRPr="004F79AD">
        <w:t>:</w:t>
      </w:r>
      <w:r w:rsidRPr="004F79AD">
        <w:rPr>
          <w:b/>
          <w:bCs/>
        </w:rPr>
        <w:t xml:space="preserve"> </w:t>
      </w:r>
      <w:r>
        <w:rPr>
          <w:b/>
          <w:bCs/>
        </w:rPr>
        <w:tab/>
      </w:r>
      <w:r w:rsidRPr="00F81C4F">
        <w:rPr>
          <w:b/>
          <w:bCs/>
          <w:highlight w:val="green"/>
        </w:rPr>
        <w:t>[DOPLNÍ DODAVATEL]</w:t>
      </w:r>
    </w:p>
    <w:p w14:paraId="0EAA28D3" w14:textId="53CBADE9" w:rsidR="0024605B" w:rsidRDefault="0024605B" w:rsidP="0024605B">
      <w:pPr>
        <w:pStyle w:val="Nadpis3"/>
        <w:rPr>
          <w:b/>
          <w:bCs/>
        </w:rPr>
      </w:pPr>
      <w:r w:rsidRPr="00A07A54">
        <w:t xml:space="preserve">Jméno: </w:t>
      </w:r>
      <w:r>
        <w:tab/>
      </w:r>
      <w:r>
        <w:tab/>
      </w:r>
      <w:r w:rsidRPr="00F81C4F">
        <w:rPr>
          <w:b/>
          <w:bCs/>
          <w:highlight w:val="green"/>
        </w:rPr>
        <w:t>[DOPLNÍ DODAVATEL]</w:t>
      </w:r>
    </w:p>
    <w:p w14:paraId="0B8CBDBD" w14:textId="50FE7B28" w:rsidR="0024605B" w:rsidRPr="00C4779A" w:rsidRDefault="0024605B" w:rsidP="0024605B">
      <w:pPr>
        <w:pStyle w:val="Nadpis3"/>
      </w:pPr>
      <w:r w:rsidRPr="00495B32">
        <w:t>Kontaktní adresa</w:t>
      </w:r>
      <w:r>
        <w:t>:</w:t>
      </w:r>
      <w:r>
        <w:tab/>
      </w:r>
      <w:r w:rsidRPr="00F81C4F">
        <w:rPr>
          <w:b/>
          <w:bCs/>
          <w:highlight w:val="green"/>
        </w:rPr>
        <w:t>[DOPLNÍ DODAVATEL]</w:t>
      </w:r>
    </w:p>
    <w:p w14:paraId="3157B38F" w14:textId="77777777" w:rsidR="0024605B" w:rsidRPr="008C74F9" w:rsidRDefault="0024605B" w:rsidP="0024605B">
      <w:pPr>
        <w:pStyle w:val="Nadpis3"/>
      </w:pPr>
      <w:r>
        <w:t>Tel. / e-mail:</w:t>
      </w:r>
      <w:r>
        <w:tab/>
      </w:r>
      <w:r>
        <w:tab/>
      </w:r>
      <w:r w:rsidRPr="00F81C4F">
        <w:rPr>
          <w:b/>
          <w:bCs/>
          <w:highlight w:val="green"/>
        </w:rPr>
        <w:t>[DOPLNÍ DODAVATEL]</w:t>
      </w:r>
    </w:p>
    <w:p w14:paraId="0C903BC3" w14:textId="77777777" w:rsidR="0024605B" w:rsidRDefault="0024605B" w:rsidP="0024605B">
      <w:pPr>
        <w:pStyle w:val="Nadpis3"/>
        <w:spacing w:after="0"/>
        <w:rPr>
          <w:b/>
          <w:bCs/>
        </w:rPr>
      </w:pPr>
      <w:r w:rsidRPr="00F26CA7">
        <w:rPr>
          <w:rFonts w:ascii="Verdana" w:eastAsia="Calibri" w:hAnsi="Verdana" w:cs="Times New Roman"/>
        </w:rPr>
        <w:t>Vztah k</w:t>
      </w:r>
      <w:r>
        <w:rPr>
          <w:rFonts w:ascii="Verdana" w:eastAsia="Calibri" w:hAnsi="Verdana" w:cs="Times New Roman"/>
        </w:rPr>
        <w:t> </w:t>
      </w:r>
      <w:r w:rsidRPr="00F26CA7">
        <w:rPr>
          <w:rFonts w:ascii="Verdana" w:eastAsia="Calibri" w:hAnsi="Verdana" w:cs="Times New Roman"/>
        </w:rPr>
        <w:t>dodavateli</w:t>
      </w:r>
      <w:r>
        <w:rPr>
          <w:rFonts w:ascii="Verdana" w:eastAsia="Calibri" w:hAnsi="Verdana" w:cs="Times New Roman"/>
        </w:rPr>
        <w:t>:</w:t>
      </w:r>
      <w:r>
        <w:rPr>
          <w:rFonts w:ascii="Verdana" w:eastAsia="Calibri" w:hAnsi="Verdana" w:cs="Times New Roman"/>
        </w:rPr>
        <w:tab/>
      </w:r>
      <w:r w:rsidRPr="00F81C4F">
        <w:rPr>
          <w:b/>
          <w:bCs/>
          <w:highlight w:val="green"/>
        </w:rPr>
        <w:t>[DOPLNÍ DODAVATEL]</w:t>
      </w:r>
      <w:r>
        <w:rPr>
          <w:b/>
          <w:bCs/>
        </w:rPr>
        <w:t xml:space="preserve"> </w:t>
      </w:r>
    </w:p>
    <w:p w14:paraId="14514DE8" w14:textId="77777777" w:rsidR="0024605B" w:rsidRPr="00195202" w:rsidRDefault="0024605B" w:rsidP="0024605B">
      <w:pPr>
        <w:ind w:left="1134"/>
        <w:rPr>
          <w:lang w:eastAsia="cs-CZ"/>
        </w:rPr>
      </w:pPr>
      <w:r w:rsidRPr="00195202">
        <w:rPr>
          <w:lang w:eastAsia="cs-CZ"/>
        </w:rPr>
        <w:t>(pracovněprávní, člen statutárního orgánu</w:t>
      </w:r>
      <w:r>
        <w:rPr>
          <w:lang w:eastAsia="cs-CZ"/>
        </w:rPr>
        <w:t>, subdodavatel</w:t>
      </w:r>
      <w:r w:rsidRPr="00195202">
        <w:rPr>
          <w:lang w:eastAsia="cs-CZ"/>
        </w:rPr>
        <w:t xml:space="preserve"> </w:t>
      </w:r>
      <w:r>
        <w:rPr>
          <w:lang w:eastAsia="cs-CZ"/>
        </w:rPr>
        <w:t xml:space="preserve">či zaměstnanec subdodavatele </w:t>
      </w:r>
      <w:r w:rsidRPr="00195202">
        <w:rPr>
          <w:lang w:eastAsia="cs-CZ"/>
        </w:rPr>
        <w:t>apod</w:t>
      </w:r>
      <w:r>
        <w:rPr>
          <w:lang w:eastAsia="cs-CZ"/>
        </w:rPr>
        <w:t>.)</w:t>
      </w:r>
    </w:p>
    <w:p w14:paraId="0E267B40" w14:textId="4F4D8297" w:rsidR="0024605B" w:rsidRDefault="00AC5FF3" w:rsidP="0024605B">
      <w:pPr>
        <w:pStyle w:val="Nadpis3"/>
        <w:jc w:val="both"/>
        <w:rPr>
          <w:b/>
          <w:bCs/>
        </w:rPr>
      </w:pPr>
      <w:r>
        <w:rPr>
          <w:u w:val="single"/>
        </w:rPr>
        <w:t>V</w:t>
      </w:r>
      <w:r w:rsidRPr="00AC5FF3">
        <w:rPr>
          <w:u w:val="single"/>
        </w:rPr>
        <w:t>zdělávání v oblasti spisové služby</w:t>
      </w:r>
      <w:r w:rsidR="0024605B">
        <w:t xml:space="preserve"> – </w:t>
      </w:r>
      <w:r w:rsidR="00FE5D92">
        <w:t>Počet let</w:t>
      </w:r>
      <w:r w:rsidR="0024605B" w:rsidRPr="00E83DFC">
        <w:t xml:space="preserve"> </w:t>
      </w:r>
      <w:r w:rsidR="0024605B">
        <w:t>profesní</w:t>
      </w:r>
      <w:r w:rsidR="0024605B" w:rsidRPr="00E83DFC">
        <w:t xml:space="preserve"> praxe</w:t>
      </w:r>
      <w:r w:rsidR="00B020BE" w:rsidRPr="00B020BE">
        <w:t xml:space="preserve"> k prokázání kvalifikace</w:t>
      </w:r>
      <w:r w:rsidR="0024605B">
        <w:t xml:space="preserve">: </w:t>
      </w:r>
      <w:r w:rsidR="0024605B" w:rsidRPr="00F81C4F">
        <w:rPr>
          <w:b/>
          <w:bCs/>
          <w:highlight w:val="green"/>
        </w:rPr>
        <w:t>[DOPLNÍ DODAVATEL]</w:t>
      </w:r>
    </w:p>
    <w:tbl>
      <w:tblPr>
        <w:tblW w:w="808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3402"/>
        <w:gridCol w:w="2126"/>
      </w:tblGrid>
      <w:tr w:rsidR="0024605B" w:rsidRPr="00A07A54" w14:paraId="6E4D129C" w14:textId="77777777" w:rsidTr="000B29F8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53020A" w14:textId="77777777" w:rsidR="0024605B" w:rsidRPr="00131034" w:rsidRDefault="0024605B" w:rsidP="000B29F8">
            <w:pPr>
              <w:spacing w:after="120" w:line="276" w:lineRule="auto"/>
              <w:ind w:left="138"/>
              <w:rPr>
                <w:rFonts w:cstheme="minorHAnsi"/>
                <w:b/>
                <w:bCs/>
                <w:iCs/>
              </w:rPr>
            </w:pPr>
            <w:r w:rsidRPr="00131034">
              <w:rPr>
                <w:rFonts w:cstheme="minorHAnsi"/>
                <w:b/>
                <w:bCs/>
                <w:iCs/>
              </w:rPr>
              <w:t>Zaměstnavatel</w:t>
            </w:r>
            <w:r w:rsidRPr="006B7256">
              <w:rPr>
                <w:rFonts w:cstheme="minorHAnsi"/>
                <w:iCs/>
              </w:rPr>
              <w:t xml:space="preserve"> (obch. firma/název a sídlo) / OSVČ + </w:t>
            </w:r>
            <w:r w:rsidRPr="00131034">
              <w:rPr>
                <w:rFonts w:cstheme="minorHAnsi"/>
                <w:b/>
                <w:bCs/>
                <w:iCs/>
              </w:rPr>
              <w:t>Místo výkonu praxe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C8237E4" w14:textId="77777777" w:rsidR="0024605B" w:rsidRPr="00131034" w:rsidRDefault="0024605B" w:rsidP="000B29F8">
            <w:pPr>
              <w:spacing w:after="120" w:line="276" w:lineRule="auto"/>
              <w:ind w:left="277" w:right="136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>Funkce/pracovní pozice</w:t>
            </w:r>
            <w:r>
              <w:rPr>
                <w:rFonts w:cstheme="minorHAnsi"/>
                <w:b/>
                <w:bCs/>
              </w:rPr>
              <w:t xml:space="preserve"> + </w:t>
            </w:r>
            <w:r w:rsidRPr="00131034">
              <w:rPr>
                <w:rFonts w:cstheme="minorHAnsi"/>
                <w:b/>
                <w:bCs/>
              </w:rPr>
              <w:t>Popis pracovních činností/náplň praxe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A6DBD9" w14:textId="77777777" w:rsidR="0024605B" w:rsidRPr="00131034" w:rsidRDefault="0024605B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</w:rPr>
            </w:pPr>
            <w:r w:rsidRPr="00131034">
              <w:rPr>
                <w:rFonts w:cstheme="minorHAnsi"/>
                <w:b/>
                <w:bCs/>
              </w:rPr>
              <w:t xml:space="preserve">Délka praxe </w:t>
            </w:r>
            <w:r w:rsidRPr="006B7256">
              <w:rPr>
                <w:rFonts w:cstheme="minorHAnsi"/>
              </w:rPr>
              <w:t>od (měsíc/rok) do (měsíc/rok) včetně</w:t>
            </w:r>
          </w:p>
        </w:tc>
      </w:tr>
      <w:tr w:rsidR="0024605B" w:rsidRPr="00F81C4F" w14:paraId="7E47B6EC" w14:textId="77777777" w:rsidTr="000B29F8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D167" w14:textId="77777777" w:rsidR="0024605B" w:rsidRPr="00F81C4F" w:rsidRDefault="0024605B" w:rsidP="000B29F8">
            <w:pPr>
              <w:spacing w:after="120" w:line="276" w:lineRule="auto"/>
              <w:ind w:left="138"/>
              <w:rPr>
                <w:rFonts w:cstheme="minorHAnsi"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1118" w14:textId="77777777" w:rsidR="0024605B" w:rsidRPr="00F81C4F" w:rsidRDefault="0024605B" w:rsidP="000B29F8">
            <w:pPr>
              <w:spacing w:after="120" w:line="276" w:lineRule="auto"/>
              <w:ind w:left="277" w:right="136"/>
              <w:rPr>
                <w:rFonts w:cstheme="minorHAnsi"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93CB" w14:textId="77777777" w:rsidR="0024605B" w:rsidRPr="00F81C4F" w:rsidRDefault="0024605B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24605B" w:rsidRPr="00F81C4F" w14:paraId="0FBCA815" w14:textId="77777777" w:rsidTr="000B29F8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7652" w14:textId="77777777" w:rsidR="0024605B" w:rsidRPr="00F81C4F" w:rsidRDefault="0024605B" w:rsidP="000B29F8">
            <w:pPr>
              <w:spacing w:after="120" w:line="276" w:lineRule="auto"/>
              <w:ind w:left="138"/>
              <w:rPr>
                <w:rFonts w:cstheme="minorHAnsi"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E190" w14:textId="77777777" w:rsidR="0024605B" w:rsidRPr="00F81C4F" w:rsidRDefault="0024605B" w:rsidP="000B29F8">
            <w:pPr>
              <w:spacing w:after="120" w:line="276" w:lineRule="auto"/>
              <w:ind w:left="277" w:right="136"/>
              <w:rPr>
                <w:rFonts w:cstheme="minorHAnsi"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E0683" w14:textId="77777777" w:rsidR="0024605B" w:rsidRPr="00F81C4F" w:rsidRDefault="0024605B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24605B" w:rsidRPr="00A07A54" w14:paraId="1EF6BEDD" w14:textId="77777777" w:rsidTr="000B29F8">
        <w:trPr>
          <w:cantSplit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F4F6" w14:textId="77777777" w:rsidR="0024605B" w:rsidRPr="00F81C4F" w:rsidRDefault="0024605B" w:rsidP="000B29F8">
            <w:pPr>
              <w:spacing w:after="120" w:line="276" w:lineRule="auto"/>
              <w:ind w:left="138"/>
              <w:rPr>
                <w:rFonts w:cstheme="minorHAnsi"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A5835" w14:textId="77777777" w:rsidR="0024605B" w:rsidRPr="00F81C4F" w:rsidRDefault="0024605B" w:rsidP="000B29F8">
            <w:pPr>
              <w:spacing w:after="120" w:line="276" w:lineRule="auto"/>
              <w:ind w:left="277" w:right="136"/>
              <w:rPr>
                <w:rFonts w:cstheme="minorHAnsi"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D71A" w14:textId="77777777" w:rsidR="0024605B" w:rsidRPr="00F81C4F" w:rsidRDefault="0024605B" w:rsidP="000B29F8">
            <w:pPr>
              <w:spacing w:after="120" w:line="276" w:lineRule="auto"/>
              <w:ind w:left="289" w:right="140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7B04E385" w14:textId="77777777" w:rsidR="0024605B" w:rsidRDefault="0024605B" w:rsidP="0024605B">
      <w:pPr>
        <w:spacing w:after="0"/>
        <w:rPr>
          <w:lang w:eastAsia="cs-CZ"/>
        </w:rPr>
      </w:pPr>
    </w:p>
    <w:p w14:paraId="05997136" w14:textId="1E9076A8" w:rsidR="0024605B" w:rsidRPr="001542CB" w:rsidRDefault="0024605B" w:rsidP="0024605B">
      <w:pPr>
        <w:pStyle w:val="Nadpis3"/>
        <w:rPr>
          <w:b/>
          <w:bCs/>
        </w:rPr>
      </w:pPr>
      <w:r w:rsidRPr="00FA6F49">
        <w:rPr>
          <w:u w:val="single"/>
        </w:rPr>
        <w:t xml:space="preserve">Zkušenost s dokončenými </w:t>
      </w:r>
      <w:r w:rsidR="00265985" w:rsidRPr="00265985">
        <w:rPr>
          <w:u w:val="single"/>
        </w:rPr>
        <w:t xml:space="preserve">akreditovanými vzdělávacími kurzy v oblasti spisové služby </w:t>
      </w:r>
      <w:r w:rsidRPr="00FA6F49">
        <w:rPr>
          <w:u w:val="single"/>
        </w:rPr>
        <w:t xml:space="preserve">v roli </w:t>
      </w:r>
      <w:r w:rsidR="00265985" w:rsidRPr="00C24EA7">
        <w:rPr>
          <w:u w:val="single"/>
        </w:rPr>
        <w:t>lektora</w:t>
      </w:r>
      <w:r w:rsidR="00B020BE" w:rsidRPr="00C24EA7">
        <w:rPr>
          <w:u w:val="single"/>
        </w:rPr>
        <w:t xml:space="preserve"> k prokázání kvalifikace</w:t>
      </w:r>
      <w:r w:rsidRPr="001542CB">
        <w:t>:</w:t>
      </w:r>
    </w:p>
    <w:tbl>
      <w:tblPr>
        <w:tblW w:w="8080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2551"/>
        <w:gridCol w:w="1701"/>
      </w:tblGrid>
      <w:tr w:rsidR="0024605B" w:rsidRPr="00F26CA7" w14:paraId="6DFBAC79" w14:textId="77777777" w:rsidTr="000B29F8">
        <w:trPr>
          <w:trHeight w:val="1691"/>
        </w:trPr>
        <w:tc>
          <w:tcPr>
            <w:tcW w:w="2127" w:type="dxa"/>
            <w:shd w:val="clear" w:color="auto" w:fill="D9D9D9" w:themeFill="background1" w:themeFillShade="D9"/>
          </w:tcPr>
          <w:p w14:paraId="6A98DCE3" w14:textId="2024E243" w:rsidR="0024605B" w:rsidRPr="00F26CA7" w:rsidRDefault="0024605B" w:rsidP="000B29F8">
            <w:pPr>
              <w:spacing w:after="120" w:line="276" w:lineRule="auto"/>
              <w:jc w:val="both"/>
              <w:rPr>
                <w:rFonts w:ascii="Verdana" w:eastAsia="Calibri" w:hAnsi="Verdana" w:cs="Times New Roman"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Název </w:t>
            </w:r>
            <w:r w:rsidRPr="00473340">
              <w:rPr>
                <w:rFonts w:ascii="Verdana" w:eastAsia="Calibri" w:hAnsi="Verdana" w:cs="Times New Roman"/>
                <w:b/>
              </w:rPr>
              <w:t>konkrétního projektu</w:t>
            </w:r>
            <w:r>
              <w:rPr>
                <w:rFonts w:ascii="Verdana" w:eastAsia="Calibri" w:hAnsi="Verdana" w:cs="Times New Roman"/>
                <w:b/>
              </w:rPr>
              <w:t xml:space="preserve"> </w:t>
            </w:r>
            <w:r w:rsidRPr="00473340">
              <w:rPr>
                <w:rFonts w:ascii="Verdana" w:eastAsia="Calibri" w:hAnsi="Verdana" w:cs="Times New Roman"/>
                <w:b/>
              </w:rPr>
              <w:t>a jeho popis</w:t>
            </w:r>
            <w:r>
              <w:rPr>
                <w:rFonts w:ascii="Verdana" w:eastAsia="Calibri" w:hAnsi="Verdana" w:cs="Times New Roman"/>
                <w:b/>
              </w:rPr>
              <w:t xml:space="preserve"> </w:t>
            </w:r>
            <w:r w:rsidRPr="00F26CA7">
              <w:rPr>
                <w:rFonts w:ascii="Verdana" w:eastAsia="Calibri" w:hAnsi="Verdana" w:cs="Times New Roman"/>
              </w:rPr>
              <w:t>(</w:t>
            </w:r>
            <w:r w:rsidRPr="00FD5AA3">
              <w:rPr>
                <w:rFonts w:ascii="Verdana" w:eastAsia="Calibri" w:hAnsi="Verdana" w:cs="Times New Roman"/>
              </w:rPr>
              <w:t xml:space="preserve">odpovídající článku </w:t>
            </w:r>
            <w:r w:rsidR="0006362B">
              <w:rPr>
                <w:rFonts w:ascii="Verdana" w:eastAsia="Calibri" w:hAnsi="Verdana" w:cs="Times New Roman"/>
              </w:rPr>
              <w:t>8</w:t>
            </w:r>
            <w:r w:rsidRPr="00FD5AA3">
              <w:rPr>
                <w:rFonts w:ascii="Verdana" w:eastAsia="Calibri" w:hAnsi="Verdana" w:cs="Times New Roman"/>
              </w:rPr>
              <w:t>.</w:t>
            </w:r>
            <w:r w:rsidR="0006362B">
              <w:rPr>
                <w:rFonts w:ascii="Verdana" w:eastAsia="Calibri" w:hAnsi="Verdana" w:cs="Times New Roman"/>
              </w:rPr>
              <w:t>5</w:t>
            </w:r>
            <w:r w:rsidRPr="00FD5AA3">
              <w:rPr>
                <w:rFonts w:ascii="Verdana" w:eastAsia="Calibri" w:hAnsi="Verdana" w:cs="Times New Roman"/>
              </w:rPr>
              <w:t xml:space="preserve">.2. písm. </w:t>
            </w:r>
            <w:r w:rsidR="00814619">
              <w:rPr>
                <w:rFonts w:ascii="Verdana" w:eastAsia="Calibri" w:hAnsi="Verdana" w:cs="Times New Roman"/>
              </w:rPr>
              <w:t>e</w:t>
            </w:r>
            <w:r w:rsidRPr="00FD5AA3">
              <w:rPr>
                <w:rFonts w:ascii="Verdana" w:eastAsia="Calibri" w:hAnsi="Verdana" w:cs="Times New Roman"/>
              </w:rPr>
              <w:t>) Výzvy</w:t>
            </w:r>
            <w:r w:rsidRPr="00F26CA7">
              <w:rPr>
                <w:rFonts w:ascii="Verdana" w:eastAsia="Calibri" w:hAnsi="Verdana" w:cs="Times New Roman"/>
              </w:rPr>
              <w:t>)</w:t>
            </w:r>
            <w:r>
              <w:rPr>
                <w:rFonts w:ascii="Verdana" w:eastAsia="Calibri" w:hAnsi="Verdana" w:cs="Times New Roman"/>
              </w:rPr>
              <w:t xml:space="preserve"> vč. </w:t>
            </w:r>
            <w:r w:rsidRPr="00FE5D92">
              <w:rPr>
                <w:rFonts w:ascii="Verdana" w:eastAsia="Calibri" w:hAnsi="Verdana" w:cs="Times New Roman"/>
                <w:b/>
                <w:bCs/>
              </w:rPr>
              <w:t>okamžiku dokončení projektu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55EDA1E" w14:textId="77777777" w:rsidR="0024605B" w:rsidRPr="00F26CA7" w:rsidRDefault="0024605B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>Objednatel</w:t>
            </w:r>
            <w:r>
              <w:rPr>
                <w:rFonts w:ascii="Verdana" w:eastAsia="Calibri" w:hAnsi="Verdana" w:cs="Times New Roman"/>
                <w:bCs/>
              </w:rPr>
              <w:t xml:space="preserve"> projektu</w:t>
            </w:r>
          </w:p>
          <w:p w14:paraId="22E268B9" w14:textId="77777777" w:rsidR="0024605B" w:rsidRPr="00F26CA7" w:rsidRDefault="0024605B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Cs/>
              </w:rPr>
              <w:t>Vč. uvedení kontaktních údajů</w:t>
            </w:r>
            <w:r>
              <w:rPr>
                <w:rFonts w:ascii="Verdana" w:eastAsia="Calibri" w:hAnsi="Verdana" w:cs="Times New Roman"/>
                <w:bCs/>
              </w:rPr>
              <w:t xml:space="preserve"> (tel. / e-mail)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2D8410B" w14:textId="48233404" w:rsidR="0024605B" w:rsidRPr="00F26CA7" w:rsidRDefault="0024605B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Cs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Popis činnosti člena týmu </w:t>
            </w:r>
            <w:r>
              <w:rPr>
                <w:rFonts w:ascii="Verdana" w:eastAsia="Calibri" w:hAnsi="Verdana" w:cs="Times New Roman"/>
                <w:b/>
              </w:rPr>
              <w:t xml:space="preserve">v rámci zkušenosti </w:t>
            </w:r>
            <w:r w:rsidRPr="00F26CA7">
              <w:rPr>
                <w:rFonts w:ascii="Verdana" w:eastAsia="Calibri" w:hAnsi="Verdana" w:cs="Times New Roman"/>
                <w:bCs/>
              </w:rPr>
              <w:t>(</w:t>
            </w:r>
            <w:r w:rsidRPr="00FD5AA3">
              <w:rPr>
                <w:rFonts w:ascii="Verdana" w:eastAsia="Calibri" w:hAnsi="Verdana" w:cs="Times New Roman"/>
                <w:bCs/>
              </w:rPr>
              <w:t xml:space="preserve">odpovídající článku </w:t>
            </w:r>
            <w:r w:rsidR="0006362B">
              <w:rPr>
                <w:rFonts w:ascii="Verdana" w:eastAsia="Calibri" w:hAnsi="Verdana" w:cs="Times New Roman"/>
                <w:bCs/>
              </w:rPr>
              <w:t>8</w:t>
            </w:r>
            <w:r w:rsidRPr="00FD5AA3">
              <w:rPr>
                <w:rFonts w:ascii="Verdana" w:eastAsia="Calibri" w:hAnsi="Verdana" w:cs="Times New Roman"/>
                <w:bCs/>
              </w:rPr>
              <w:t>.</w:t>
            </w:r>
            <w:r w:rsidR="0006362B">
              <w:rPr>
                <w:rFonts w:ascii="Verdana" w:eastAsia="Calibri" w:hAnsi="Verdana" w:cs="Times New Roman"/>
                <w:bCs/>
              </w:rPr>
              <w:t>5.</w:t>
            </w:r>
            <w:r w:rsidRPr="00FD5AA3">
              <w:rPr>
                <w:rFonts w:ascii="Verdana" w:eastAsia="Calibri" w:hAnsi="Verdana" w:cs="Times New Roman"/>
                <w:bCs/>
              </w:rPr>
              <w:t xml:space="preserve">2. </w:t>
            </w:r>
            <w:r>
              <w:rPr>
                <w:rFonts w:ascii="Verdana" w:eastAsia="Calibri" w:hAnsi="Verdana" w:cs="Times New Roman"/>
                <w:bCs/>
              </w:rPr>
              <w:t xml:space="preserve">písm. </w:t>
            </w:r>
            <w:r w:rsidR="00814619">
              <w:rPr>
                <w:rFonts w:ascii="Verdana" w:eastAsia="Calibri" w:hAnsi="Verdana" w:cs="Times New Roman"/>
                <w:bCs/>
              </w:rPr>
              <w:t>e</w:t>
            </w:r>
            <w:r>
              <w:rPr>
                <w:rFonts w:ascii="Verdana" w:eastAsia="Calibri" w:hAnsi="Verdana" w:cs="Times New Roman"/>
                <w:bCs/>
              </w:rPr>
              <w:t xml:space="preserve">) </w:t>
            </w:r>
            <w:r w:rsidRPr="00FD5AA3">
              <w:rPr>
                <w:rFonts w:ascii="Verdana" w:eastAsia="Calibri" w:hAnsi="Verdana" w:cs="Times New Roman"/>
                <w:bCs/>
              </w:rPr>
              <w:t>Výzvy</w:t>
            </w:r>
            <w:r w:rsidRPr="00F26CA7">
              <w:rPr>
                <w:rFonts w:ascii="Verdana" w:eastAsia="Calibri" w:hAnsi="Verdana" w:cs="Times New Roman"/>
                <w:bCs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D4439E9" w14:textId="77777777" w:rsidR="0024605B" w:rsidRPr="00F26CA7" w:rsidRDefault="0024605B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F26CA7">
              <w:rPr>
                <w:rFonts w:ascii="Verdana" w:eastAsia="Calibri" w:hAnsi="Verdana" w:cs="Times New Roman"/>
                <w:b/>
              </w:rPr>
              <w:t xml:space="preserve">Doba realizace </w:t>
            </w:r>
            <w:r>
              <w:rPr>
                <w:rFonts w:ascii="Verdana" w:eastAsia="Calibri" w:hAnsi="Verdana" w:cs="Times New Roman"/>
                <w:b/>
              </w:rPr>
              <w:t>zkušenosti členem týmu</w:t>
            </w:r>
          </w:p>
          <w:p w14:paraId="5D6E5D3C" w14:textId="77777777" w:rsidR="0024605B" w:rsidRPr="00F26CA7" w:rsidRDefault="0024605B" w:rsidP="000B29F8">
            <w:pPr>
              <w:spacing w:after="120" w:line="276" w:lineRule="auto"/>
              <w:jc w:val="center"/>
              <w:rPr>
                <w:rFonts w:ascii="Verdana" w:eastAsia="Calibri" w:hAnsi="Verdana" w:cs="Times New Roman"/>
                <w:b/>
              </w:rPr>
            </w:pPr>
            <w:r w:rsidRPr="00863CE7">
              <w:rPr>
                <w:rFonts w:ascii="Verdana" w:eastAsia="Calibri" w:hAnsi="Verdana" w:cs="Times New Roman"/>
                <w:bCs/>
              </w:rPr>
              <w:t>od (měsíc/rok) do (měsíc/rok) včetně</w:t>
            </w:r>
          </w:p>
        </w:tc>
      </w:tr>
      <w:tr w:rsidR="0024605B" w:rsidRPr="00F81C4F" w14:paraId="28751504" w14:textId="77777777" w:rsidTr="000B29F8">
        <w:trPr>
          <w:trHeight w:val="913"/>
        </w:trPr>
        <w:tc>
          <w:tcPr>
            <w:tcW w:w="2127" w:type="dxa"/>
            <w:shd w:val="clear" w:color="auto" w:fill="auto"/>
          </w:tcPr>
          <w:p w14:paraId="6B148A73" w14:textId="77777777" w:rsidR="0024605B" w:rsidRPr="00F81C4F" w:rsidRDefault="0024605B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0E105E95" w14:textId="77777777" w:rsidR="0024605B" w:rsidRPr="00F81C4F" w:rsidRDefault="0024605B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250936E6" w14:textId="77777777" w:rsidR="0024605B" w:rsidRPr="00F81C4F" w:rsidRDefault="0024605B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1701" w:type="dxa"/>
          </w:tcPr>
          <w:p w14:paraId="6D8BD4F1" w14:textId="77777777" w:rsidR="0024605B" w:rsidRPr="00F81C4F" w:rsidRDefault="0024605B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24605B" w:rsidRPr="00F81C4F" w14:paraId="3B7C59F5" w14:textId="77777777" w:rsidTr="000B29F8">
        <w:trPr>
          <w:trHeight w:val="827"/>
        </w:trPr>
        <w:tc>
          <w:tcPr>
            <w:tcW w:w="2127" w:type="dxa"/>
            <w:shd w:val="clear" w:color="auto" w:fill="auto"/>
          </w:tcPr>
          <w:p w14:paraId="2EB410D9" w14:textId="77777777" w:rsidR="0024605B" w:rsidRPr="00F81C4F" w:rsidRDefault="0024605B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4CF718DE" w14:textId="77777777" w:rsidR="0024605B" w:rsidRPr="00F81C4F" w:rsidRDefault="0024605B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3E81D3CA" w14:textId="77777777" w:rsidR="0024605B" w:rsidRPr="00F81C4F" w:rsidRDefault="0024605B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1701" w:type="dxa"/>
          </w:tcPr>
          <w:p w14:paraId="15A6CFBE" w14:textId="77777777" w:rsidR="0024605B" w:rsidRPr="00F81C4F" w:rsidRDefault="0024605B" w:rsidP="000B29F8">
            <w:pPr>
              <w:spacing w:after="120" w:line="276" w:lineRule="auto"/>
              <w:rPr>
                <w:rFonts w:ascii="Verdana" w:eastAsia="Calibri" w:hAnsi="Verdana" w:cs="Times New Roman"/>
                <w:b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24605B" w:rsidRPr="00F81C4F" w14:paraId="41130781" w14:textId="77777777" w:rsidTr="000B29F8">
        <w:trPr>
          <w:trHeight w:val="827"/>
        </w:trPr>
        <w:tc>
          <w:tcPr>
            <w:tcW w:w="2127" w:type="dxa"/>
            <w:shd w:val="clear" w:color="auto" w:fill="auto"/>
          </w:tcPr>
          <w:p w14:paraId="2C93CCBE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3D226C77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6CA7EA18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1701" w:type="dxa"/>
          </w:tcPr>
          <w:p w14:paraId="00CC84E5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24605B" w:rsidRPr="00F81C4F" w14:paraId="71776DF5" w14:textId="77777777" w:rsidTr="000B29F8">
        <w:trPr>
          <w:trHeight w:val="827"/>
        </w:trPr>
        <w:tc>
          <w:tcPr>
            <w:tcW w:w="2127" w:type="dxa"/>
            <w:shd w:val="clear" w:color="auto" w:fill="auto"/>
          </w:tcPr>
          <w:p w14:paraId="1213B031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185AFBF4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580834C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1701" w:type="dxa"/>
          </w:tcPr>
          <w:p w14:paraId="5E39FBA2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24605B" w:rsidRPr="00F26CA7" w14:paraId="6AA4AE4A" w14:textId="77777777" w:rsidTr="000B29F8">
        <w:trPr>
          <w:trHeight w:val="827"/>
        </w:trPr>
        <w:tc>
          <w:tcPr>
            <w:tcW w:w="2127" w:type="dxa"/>
            <w:shd w:val="clear" w:color="auto" w:fill="auto"/>
          </w:tcPr>
          <w:p w14:paraId="0DC256BA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1701" w:type="dxa"/>
            <w:shd w:val="clear" w:color="auto" w:fill="auto"/>
          </w:tcPr>
          <w:p w14:paraId="7385E7D2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2551" w:type="dxa"/>
            <w:shd w:val="clear" w:color="auto" w:fill="auto"/>
          </w:tcPr>
          <w:p w14:paraId="731B63B7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tc>
          <w:tcPr>
            <w:tcW w:w="1701" w:type="dxa"/>
          </w:tcPr>
          <w:p w14:paraId="7CCD4A34" w14:textId="77777777" w:rsidR="0024605B" w:rsidRPr="00F81C4F" w:rsidRDefault="0024605B" w:rsidP="000B29F8">
            <w:pPr>
              <w:spacing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F81C4F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  <w:bookmarkStart w:id="0" w:name="_GoBack"/>
        <w:bookmarkEnd w:id="0"/>
      </w:tr>
    </w:tbl>
    <w:p w14:paraId="4D381476" w14:textId="77777777" w:rsidR="00631F6F" w:rsidRPr="00A07A54" w:rsidRDefault="00631F6F" w:rsidP="0024605B">
      <w:pPr>
        <w:pStyle w:val="Nadpis3"/>
        <w:numPr>
          <w:ilvl w:val="0"/>
          <w:numId w:val="0"/>
        </w:numPr>
        <w:jc w:val="both"/>
      </w:pPr>
    </w:p>
    <w:sectPr w:rsidR="00631F6F" w:rsidRPr="00A07A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4CC79A65" w16cex:dateUtc="2024-05-03T12:35:00Z"/>
  <w16cex:commentExtensible w16cex:durableId="2A017EAB" w16cex:dateUtc="2024-05-29T08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F803C" w14:textId="77777777" w:rsidR="00B46EE5" w:rsidRDefault="00B46EE5" w:rsidP="00962258">
      <w:pPr>
        <w:spacing w:after="0" w:line="240" w:lineRule="auto"/>
      </w:pPr>
      <w:r>
        <w:separator/>
      </w:r>
    </w:p>
  </w:endnote>
  <w:endnote w:type="continuationSeparator" w:id="0">
    <w:p w14:paraId="3E26DF0F" w14:textId="77777777" w:rsidR="00B46EE5" w:rsidRDefault="00B46EE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1AE909B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1C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1C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761CCEF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1C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1C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544B8" w14:textId="77777777" w:rsidR="00B46EE5" w:rsidRDefault="00B46EE5" w:rsidP="00962258">
      <w:pPr>
        <w:spacing w:after="0" w:line="240" w:lineRule="auto"/>
      </w:pPr>
      <w:r>
        <w:separator/>
      </w:r>
    </w:p>
  </w:footnote>
  <w:footnote w:type="continuationSeparator" w:id="0">
    <w:p w14:paraId="2C366299" w14:textId="77777777" w:rsidR="00B46EE5" w:rsidRDefault="00B46EE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6066AC"/>
    <w:multiLevelType w:val="hybridMultilevel"/>
    <w:tmpl w:val="412475A2"/>
    <w:lvl w:ilvl="0" w:tplc="F3500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61637D"/>
    <w:multiLevelType w:val="hybridMultilevel"/>
    <w:tmpl w:val="92EA8EBC"/>
    <w:lvl w:ilvl="0" w:tplc="993AC976">
      <w:start w:val="1"/>
      <w:numFmt w:val="lowerRoman"/>
      <w:lvlText w:val="%1)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72742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8CEE774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1068E7D8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36106F9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E7E31"/>
    <w:multiLevelType w:val="multilevel"/>
    <w:tmpl w:val="EDC8CDC8"/>
    <w:lvl w:ilvl="0">
      <w:start w:val="5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7"/>
  </w:num>
  <w:num w:numId="39">
    <w:abstractNumId w:val="11"/>
  </w:num>
  <w:num w:numId="40">
    <w:abstractNumId w:val="13"/>
  </w:num>
  <w:num w:numId="41">
    <w:abstractNumId w:val="12"/>
  </w:num>
  <w:num w:numId="42">
    <w:abstractNumId w:val="18"/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142CD"/>
    <w:rsid w:val="00020197"/>
    <w:rsid w:val="000205AF"/>
    <w:rsid w:val="0004385B"/>
    <w:rsid w:val="0006362B"/>
    <w:rsid w:val="00071C57"/>
    <w:rsid w:val="00072C1E"/>
    <w:rsid w:val="0007497D"/>
    <w:rsid w:val="00077EF5"/>
    <w:rsid w:val="00090226"/>
    <w:rsid w:val="000A7D61"/>
    <w:rsid w:val="000B1475"/>
    <w:rsid w:val="000B5198"/>
    <w:rsid w:val="000C1B52"/>
    <w:rsid w:val="000D198A"/>
    <w:rsid w:val="000D46FF"/>
    <w:rsid w:val="000E1961"/>
    <w:rsid w:val="000E23A7"/>
    <w:rsid w:val="000E3F98"/>
    <w:rsid w:val="000E5221"/>
    <w:rsid w:val="000E6C86"/>
    <w:rsid w:val="0010693F"/>
    <w:rsid w:val="00111941"/>
    <w:rsid w:val="001139E7"/>
    <w:rsid w:val="00114472"/>
    <w:rsid w:val="00124B53"/>
    <w:rsid w:val="00131034"/>
    <w:rsid w:val="00136D3E"/>
    <w:rsid w:val="001542CB"/>
    <w:rsid w:val="001550BC"/>
    <w:rsid w:val="00155B6E"/>
    <w:rsid w:val="001605B9"/>
    <w:rsid w:val="001700E8"/>
    <w:rsid w:val="00170EC5"/>
    <w:rsid w:val="001747C1"/>
    <w:rsid w:val="001779C6"/>
    <w:rsid w:val="00184743"/>
    <w:rsid w:val="0019027A"/>
    <w:rsid w:val="00195202"/>
    <w:rsid w:val="001C0067"/>
    <w:rsid w:val="001C0783"/>
    <w:rsid w:val="001C6827"/>
    <w:rsid w:val="001D008B"/>
    <w:rsid w:val="001D02E7"/>
    <w:rsid w:val="001D6EA1"/>
    <w:rsid w:val="001E40E6"/>
    <w:rsid w:val="001E4576"/>
    <w:rsid w:val="001F3A2E"/>
    <w:rsid w:val="00207DF5"/>
    <w:rsid w:val="002268EF"/>
    <w:rsid w:val="00227D55"/>
    <w:rsid w:val="0024605B"/>
    <w:rsid w:val="00254951"/>
    <w:rsid w:val="00256810"/>
    <w:rsid w:val="002645FF"/>
    <w:rsid w:val="00265985"/>
    <w:rsid w:val="00265DF5"/>
    <w:rsid w:val="00280E07"/>
    <w:rsid w:val="002A0C0D"/>
    <w:rsid w:val="002A4DBC"/>
    <w:rsid w:val="002B0040"/>
    <w:rsid w:val="002B7CE5"/>
    <w:rsid w:val="002C31BF"/>
    <w:rsid w:val="002C5D55"/>
    <w:rsid w:val="002D08B1"/>
    <w:rsid w:val="002D2259"/>
    <w:rsid w:val="002D302B"/>
    <w:rsid w:val="002E0CD7"/>
    <w:rsid w:val="00307512"/>
    <w:rsid w:val="00341DCF"/>
    <w:rsid w:val="00357BC6"/>
    <w:rsid w:val="003610A8"/>
    <w:rsid w:val="00382F1C"/>
    <w:rsid w:val="0038302E"/>
    <w:rsid w:val="003956C6"/>
    <w:rsid w:val="003A3201"/>
    <w:rsid w:val="003B6D41"/>
    <w:rsid w:val="003C04F4"/>
    <w:rsid w:val="003C2B10"/>
    <w:rsid w:val="003D3C01"/>
    <w:rsid w:val="003D672D"/>
    <w:rsid w:val="003E1AE8"/>
    <w:rsid w:val="003E31B8"/>
    <w:rsid w:val="003F7787"/>
    <w:rsid w:val="00412114"/>
    <w:rsid w:val="004206BF"/>
    <w:rsid w:val="00425B6C"/>
    <w:rsid w:val="00430FB5"/>
    <w:rsid w:val="00441430"/>
    <w:rsid w:val="004443CD"/>
    <w:rsid w:val="00450F07"/>
    <w:rsid w:val="00453CD3"/>
    <w:rsid w:val="00460660"/>
    <w:rsid w:val="004636D8"/>
    <w:rsid w:val="0047217B"/>
    <w:rsid w:val="00473340"/>
    <w:rsid w:val="00482CA5"/>
    <w:rsid w:val="00486107"/>
    <w:rsid w:val="00491827"/>
    <w:rsid w:val="00494E13"/>
    <w:rsid w:val="00495B32"/>
    <w:rsid w:val="004970EF"/>
    <w:rsid w:val="004A3AA2"/>
    <w:rsid w:val="004B0D11"/>
    <w:rsid w:val="004B1C41"/>
    <w:rsid w:val="004B348C"/>
    <w:rsid w:val="004B4C96"/>
    <w:rsid w:val="004C4399"/>
    <w:rsid w:val="004C787C"/>
    <w:rsid w:val="004D56F3"/>
    <w:rsid w:val="004E143C"/>
    <w:rsid w:val="004E3A53"/>
    <w:rsid w:val="004F20BC"/>
    <w:rsid w:val="004F3E53"/>
    <w:rsid w:val="004F3EAA"/>
    <w:rsid w:val="004F4B9B"/>
    <w:rsid w:val="004F69EA"/>
    <w:rsid w:val="004F79AD"/>
    <w:rsid w:val="005008E5"/>
    <w:rsid w:val="0050207E"/>
    <w:rsid w:val="0050247A"/>
    <w:rsid w:val="005054AB"/>
    <w:rsid w:val="00505E38"/>
    <w:rsid w:val="00511AB9"/>
    <w:rsid w:val="00517507"/>
    <w:rsid w:val="00523EA7"/>
    <w:rsid w:val="00530F0D"/>
    <w:rsid w:val="00532BB7"/>
    <w:rsid w:val="00553375"/>
    <w:rsid w:val="005533AA"/>
    <w:rsid w:val="00557C28"/>
    <w:rsid w:val="005601C3"/>
    <w:rsid w:val="0056101F"/>
    <w:rsid w:val="00562DD7"/>
    <w:rsid w:val="005736B7"/>
    <w:rsid w:val="00575E5A"/>
    <w:rsid w:val="00591F15"/>
    <w:rsid w:val="005C582B"/>
    <w:rsid w:val="005D6C80"/>
    <w:rsid w:val="005D7F7E"/>
    <w:rsid w:val="005F1404"/>
    <w:rsid w:val="006064A1"/>
    <w:rsid w:val="0061068E"/>
    <w:rsid w:val="00611F33"/>
    <w:rsid w:val="00613563"/>
    <w:rsid w:val="00614C03"/>
    <w:rsid w:val="00614CBE"/>
    <w:rsid w:val="006169ED"/>
    <w:rsid w:val="00623194"/>
    <w:rsid w:val="00624394"/>
    <w:rsid w:val="00631F6F"/>
    <w:rsid w:val="006334D4"/>
    <w:rsid w:val="006344AF"/>
    <w:rsid w:val="00646955"/>
    <w:rsid w:val="006607BA"/>
    <w:rsid w:val="00660AD3"/>
    <w:rsid w:val="00675FF6"/>
    <w:rsid w:val="00677B7F"/>
    <w:rsid w:val="0068120C"/>
    <w:rsid w:val="006923BA"/>
    <w:rsid w:val="006A5570"/>
    <w:rsid w:val="006A689C"/>
    <w:rsid w:val="006B212F"/>
    <w:rsid w:val="006B293B"/>
    <w:rsid w:val="006B3D79"/>
    <w:rsid w:val="006B5C2B"/>
    <w:rsid w:val="006B7256"/>
    <w:rsid w:val="006B78DE"/>
    <w:rsid w:val="006D7AFE"/>
    <w:rsid w:val="006E0578"/>
    <w:rsid w:val="006E29D3"/>
    <w:rsid w:val="006E2E63"/>
    <w:rsid w:val="006E314D"/>
    <w:rsid w:val="006E43E2"/>
    <w:rsid w:val="006E468A"/>
    <w:rsid w:val="006F229A"/>
    <w:rsid w:val="00710723"/>
    <w:rsid w:val="00723ED1"/>
    <w:rsid w:val="00730A70"/>
    <w:rsid w:val="00732096"/>
    <w:rsid w:val="00743525"/>
    <w:rsid w:val="0076286B"/>
    <w:rsid w:val="00763F37"/>
    <w:rsid w:val="0076612A"/>
    <w:rsid w:val="00766846"/>
    <w:rsid w:val="007718DC"/>
    <w:rsid w:val="0077673A"/>
    <w:rsid w:val="007846E1"/>
    <w:rsid w:val="00793287"/>
    <w:rsid w:val="00795C8D"/>
    <w:rsid w:val="007A5BFC"/>
    <w:rsid w:val="007B570C"/>
    <w:rsid w:val="007B5CFE"/>
    <w:rsid w:val="007B7FE1"/>
    <w:rsid w:val="007C3CDF"/>
    <w:rsid w:val="007C589B"/>
    <w:rsid w:val="007E4A6E"/>
    <w:rsid w:val="007E5C08"/>
    <w:rsid w:val="007F0984"/>
    <w:rsid w:val="007F56A7"/>
    <w:rsid w:val="007F7E74"/>
    <w:rsid w:val="00807DD0"/>
    <w:rsid w:val="008107B3"/>
    <w:rsid w:val="00814619"/>
    <w:rsid w:val="0083295D"/>
    <w:rsid w:val="0083665B"/>
    <w:rsid w:val="00850510"/>
    <w:rsid w:val="00856C2A"/>
    <w:rsid w:val="008574AF"/>
    <w:rsid w:val="00863356"/>
    <w:rsid w:val="00863CE7"/>
    <w:rsid w:val="008640D9"/>
    <w:rsid w:val="008659F3"/>
    <w:rsid w:val="00866360"/>
    <w:rsid w:val="008744CE"/>
    <w:rsid w:val="00886D4B"/>
    <w:rsid w:val="00895406"/>
    <w:rsid w:val="008A3568"/>
    <w:rsid w:val="008B304A"/>
    <w:rsid w:val="008C74F9"/>
    <w:rsid w:val="008D03A1"/>
    <w:rsid w:val="008D03B9"/>
    <w:rsid w:val="008D29A0"/>
    <w:rsid w:val="008D7E95"/>
    <w:rsid w:val="008E7915"/>
    <w:rsid w:val="008F18D6"/>
    <w:rsid w:val="00900AB6"/>
    <w:rsid w:val="00904780"/>
    <w:rsid w:val="009118E8"/>
    <w:rsid w:val="00914C3F"/>
    <w:rsid w:val="00922385"/>
    <w:rsid w:val="009223DF"/>
    <w:rsid w:val="0092336F"/>
    <w:rsid w:val="00923CC5"/>
    <w:rsid w:val="00923DE9"/>
    <w:rsid w:val="00925FC1"/>
    <w:rsid w:val="009348E2"/>
    <w:rsid w:val="00936091"/>
    <w:rsid w:val="00940D8A"/>
    <w:rsid w:val="00947E72"/>
    <w:rsid w:val="00954FB6"/>
    <w:rsid w:val="009608C8"/>
    <w:rsid w:val="00962258"/>
    <w:rsid w:val="00962C05"/>
    <w:rsid w:val="009678B7"/>
    <w:rsid w:val="0097384B"/>
    <w:rsid w:val="00977055"/>
    <w:rsid w:val="009833E1"/>
    <w:rsid w:val="00984120"/>
    <w:rsid w:val="00986E00"/>
    <w:rsid w:val="00992D9C"/>
    <w:rsid w:val="00996CB8"/>
    <w:rsid w:val="009A5D7A"/>
    <w:rsid w:val="009B0A9A"/>
    <w:rsid w:val="009B14A9"/>
    <w:rsid w:val="009B2E97"/>
    <w:rsid w:val="009B2F6B"/>
    <w:rsid w:val="009C07D8"/>
    <w:rsid w:val="009C2A29"/>
    <w:rsid w:val="009C2AB4"/>
    <w:rsid w:val="009C4ACF"/>
    <w:rsid w:val="009D46D9"/>
    <w:rsid w:val="009E07F4"/>
    <w:rsid w:val="009E3200"/>
    <w:rsid w:val="009F392E"/>
    <w:rsid w:val="00A12CBC"/>
    <w:rsid w:val="00A20786"/>
    <w:rsid w:val="00A34802"/>
    <w:rsid w:val="00A37419"/>
    <w:rsid w:val="00A5584A"/>
    <w:rsid w:val="00A5796D"/>
    <w:rsid w:val="00A608B6"/>
    <w:rsid w:val="00A6177B"/>
    <w:rsid w:val="00A66136"/>
    <w:rsid w:val="00A70372"/>
    <w:rsid w:val="00A71267"/>
    <w:rsid w:val="00AA4CBB"/>
    <w:rsid w:val="00AA65FA"/>
    <w:rsid w:val="00AA7351"/>
    <w:rsid w:val="00AA7471"/>
    <w:rsid w:val="00AC5FF3"/>
    <w:rsid w:val="00AD056F"/>
    <w:rsid w:val="00AD2594"/>
    <w:rsid w:val="00AD2B1D"/>
    <w:rsid w:val="00AD6731"/>
    <w:rsid w:val="00AF6979"/>
    <w:rsid w:val="00B020BE"/>
    <w:rsid w:val="00B0709A"/>
    <w:rsid w:val="00B11918"/>
    <w:rsid w:val="00B15470"/>
    <w:rsid w:val="00B15D0D"/>
    <w:rsid w:val="00B16FDD"/>
    <w:rsid w:val="00B27767"/>
    <w:rsid w:val="00B3648E"/>
    <w:rsid w:val="00B46EE5"/>
    <w:rsid w:val="00B46F6E"/>
    <w:rsid w:val="00B47599"/>
    <w:rsid w:val="00B5019D"/>
    <w:rsid w:val="00B62A54"/>
    <w:rsid w:val="00B63F19"/>
    <w:rsid w:val="00B65686"/>
    <w:rsid w:val="00B70A15"/>
    <w:rsid w:val="00B75EE1"/>
    <w:rsid w:val="00B77481"/>
    <w:rsid w:val="00B84C8B"/>
    <w:rsid w:val="00B8518B"/>
    <w:rsid w:val="00B93E24"/>
    <w:rsid w:val="00BA123B"/>
    <w:rsid w:val="00BB5CFC"/>
    <w:rsid w:val="00BB72CB"/>
    <w:rsid w:val="00BC6E14"/>
    <w:rsid w:val="00BD3538"/>
    <w:rsid w:val="00BD7E91"/>
    <w:rsid w:val="00BE3597"/>
    <w:rsid w:val="00BF6CD2"/>
    <w:rsid w:val="00C02D0A"/>
    <w:rsid w:val="00C03A6E"/>
    <w:rsid w:val="00C20916"/>
    <w:rsid w:val="00C24EA7"/>
    <w:rsid w:val="00C44F6A"/>
    <w:rsid w:val="00C46DEB"/>
    <w:rsid w:val="00C4779A"/>
    <w:rsid w:val="00C47AE3"/>
    <w:rsid w:val="00C552D9"/>
    <w:rsid w:val="00C80068"/>
    <w:rsid w:val="00C81CAE"/>
    <w:rsid w:val="00C83C94"/>
    <w:rsid w:val="00CA74EA"/>
    <w:rsid w:val="00CC6937"/>
    <w:rsid w:val="00CD1FC4"/>
    <w:rsid w:val="00D02281"/>
    <w:rsid w:val="00D166DA"/>
    <w:rsid w:val="00D20D8A"/>
    <w:rsid w:val="00D21061"/>
    <w:rsid w:val="00D354A9"/>
    <w:rsid w:val="00D4108E"/>
    <w:rsid w:val="00D45838"/>
    <w:rsid w:val="00D4768E"/>
    <w:rsid w:val="00D55F75"/>
    <w:rsid w:val="00D6163D"/>
    <w:rsid w:val="00D62FDF"/>
    <w:rsid w:val="00D73D46"/>
    <w:rsid w:val="00D764F4"/>
    <w:rsid w:val="00D768CB"/>
    <w:rsid w:val="00D831A3"/>
    <w:rsid w:val="00D83342"/>
    <w:rsid w:val="00DA1569"/>
    <w:rsid w:val="00DC0698"/>
    <w:rsid w:val="00DC06F4"/>
    <w:rsid w:val="00DC5768"/>
    <w:rsid w:val="00DC6742"/>
    <w:rsid w:val="00DC75F3"/>
    <w:rsid w:val="00DD46F3"/>
    <w:rsid w:val="00DD57E8"/>
    <w:rsid w:val="00DE0AA7"/>
    <w:rsid w:val="00DE4598"/>
    <w:rsid w:val="00DE56F2"/>
    <w:rsid w:val="00DF116D"/>
    <w:rsid w:val="00DF1224"/>
    <w:rsid w:val="00DF3672"/>
    <w:rsid w:val="00E0526E"/>
    <w:rsid w:val="00E13D11"/>
    <w:rsid w:val="00E16BC4"/>
    <w:rsid w:val="00E3430C"/>
    <w:rsid w:val="00E3696F"/>
    <w:rsid w:val="00E36C4A"/>
    <w:rsid w:val="00E55280"/>
    <w:rsid w:val="00E71BC1"/>
    <w:rsid w:val="00E76AA2"/>
    <w:rsid w:val="00E83A12"/>
    <w:rsid w:val="00E83DFC"/>
    <w:rsid w:val="00E8440A"/>
    <w:rsid w:val="00E85BF6"/>
    <w:rsid w:val="00E972D2"/>
    <w:rsid w:val="00EA6E50"/>
    <w:rsid w:val="00EB0B2A"/>
    <w:rsid w:val="00EB0D13"/>
    <w:rsid w:val="00EB104F"/>
    <w:rsid w:val="00ED14BD"/>
    <w:rsid w:val="00EE5AA4"/>
    <w:rsid w:val="00EE7779"/>
    <w:rsid w:val="00EF7257"/>
    <w:rsid w:val="00F03BE2"/>
    <w:rsid w:val="00F0482C"/>
    <w:rsid w:val="00F0533E"/>
    <w:rsid w:val="00F05562"/>
    <w:rsid w:val="00F1048D"/>
    <w:rsid w:val="00F12DEC"/>
    <w:rsid w:val="00F1715C"/>
    <w:rsid w:val="00F26CA7"/>
    <w:rsid w:val="00F310F8"/>
    <w:rsid w:val="00F35939"/>
    <w:rsid w:val="00F45607"/>
    <w:rsid w:val="00F5558F"/>
    <w:rsid w:val="00F56259"/>
    <w:rsid w:val="00F659EB"/>
    <w:rsid w:val="00F81C4F"/>
    <w:rsid w:val="00F82BA3"/>
    <w:rsid w:val="00F84609"/>
    <w:rsid w:val="00F86BA6"/>
    <w:rsid w:val="00F873F3"/>
    <w:rsid w:val="00F94804"/>
    <w:rsid w:val="00FA6A87"/>
    <w:rsid w:val="00FA6F49"/>
    <w:rsid w:val="00FB2B3D"/>
    <w:rsid w:val="00FC1C34"/>
    <w:rsid w:val="00FC4136"/>
    <w:rsid w:val="00FC6389"/>
    <w:rsid w:val="00FD5AA3"/>
    <w:rsid w:val="00FE4C8E"/>
    <w:rsid w:val="00FE5D92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0A7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text"/>
    <w:next w:val="Normln"/>
    <w:link w:val="Nadpis2Char"/>
    <w:uiPriority w:val="9"/>
    <w:unhideWhenUsed/>
    <w:qFormat/>
    <w:rsid w:val="004F79AD"/>
    <w:pPr>
      <w:widowControl/>
      <w:numPr>
        <w:numId w:val="42"/>
      </w:numPr>
      <w:spacing w:before="0" w:after="120" w:line="276" w:lineRule="auto"/>
      <w:jc w:val="left"/>
      <w:outlineLvl w:val="1"/>
    </w:pPr>
    <w:rPr>
      <w:rFonts w:asciiTheme="minorHAnsi" w:hAnsiTheme="minorHAnsi" w:cstheme="minorHAnsi"/>
      <w:b/>
      <w:bCs/>
      <w:sz w:val="18"/>
      <w:szCs w:val="18"/>
    </w:rPr>
  </w:style>
  <w:style w:type="paragraph" w:styleId="Nadpis3">
    <w:name w:val="heading 3"/>
    <w:basedOn w:val="text"/>
    <w:next w:val="Normln"/>
    <w:link w:val="Nadpis3Char"/>
    <w:uiPriority w:val="9"/>
    <w:unhideWhenUsed/>
    <w:qFormat/>
    <w:rsid w:val="004F79AD"/>
    <w:pPr>
      <w:widowControl/>
      <w:numPr>
        <w:ilvl w:val="1"/>
        <w:numId w:val="42"/>
      </w:numPr>
      <w:spacing w:before="0" w:after="120" w:line="276" w:lineRule="auto"/>
      <w:jc w:val="left"/>
      <w:outlineLvl w:val="2"/>
    </w:pPr>
    <w:rPr>
      <w:rFonts w:asciiTheme="minorHAnsi" w:hAnsiTheme="minorHAnsi" w:cstheme="minorHAnsi"/>
      <w:sz w:val="18"/>
      <w:szCs w:val="1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79AD"/>
    <w:rPr>
      <w:rFonts w:eastAsia="Times New Roman" w:cstheme="minorHAnsi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79AD"/>
    <w:rPr>
      <w:rFonts w:eastAsia="Times New Roman" w:cstheme="minorHAns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061C4DAF121241AF4CF60F749271D2" ma:contentTypeVersion="4" ma:contentTypeDescription="Vytvoří nový dokument" ma:contentTypeScope="" ma:versionID="cb91cefe17e255fe1b803f2017fc914f">
  <xsd:schema xmlns:xsd="http://www.w3.org/2001/XMLSchema" xmlns:xs="http://www.w3.org/2001/XMLSchema" xmlns:p="http://schemas.microsoft.com/office/2006/metadata/properties" xmlns:ns2="fe48d3de-0c8e-4bf3-9dfd-5f3a4aa9517a" targetNamespace="http://schemas.microsoft.com/office/2006/metadata/properties" ma:root="true" ma:fieldsID="edf91dc667b61af497f8906ee7eba994" ns2:_="">
    <xsd:import namespace="fe48d3de-0c8e-4bf3-9dfd-5f3a4aa95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8d3de-0c8e-4bf3-9dfd-5f3a4aa95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B9DA9-E722-4D83-B6B0-8D4AE50ED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48d3de-0c8e-4bf3-9dfd-5f3a4aa95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fe48d3de-0c8e-4bf3-9dfd-5f3a4aa9517a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E96BC7-0D51-4EA7-B700-6369FB9DB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378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stanek@akegv.cz</dc:creator>
  <cp:lastModifiedBy>Zajíčková Veronika, Mgr.</cp:lastModifiedBy>
  <cp:revision>4</cp:revision>
  <cp:lastPrinted>2020-07-15T06:29:00Z</cp:lastPrinted>
  <dcterms:created xsi:type="dcterms:W3CDTF">2024-06-03T05:15:00Z</dcterms:created>
  <dcterms:modified xsi:type="dcterms:W3CDTF">2024-06-04T13:51:00Z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0x01010051061C4DAF121241AF4CF60F749271D2</vt:lpwstr>
  </property>
  <property fmtid="{D5CDD505-2E9C-101B-9397-08002B2CF9AE}" pid="3" name="URL">
    <vt:lpwstr/>
  </property>
</Properties>
</file>